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316540-46B3-491A-B25E-EE67104BE673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